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AF2" w:rsidRDefault="002E2AF2" w:rsidP="00A00C0B">
      <w:pPr>
        <w:pStyle w:val="TimesNewRoman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№ 3.3</w:t>
      </w:r>
    </w:p>
    <w:p w:rsidR="002E2AF2" w:rsidRPr="00AD1509" w:rsidRDefault="002E2AF2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2AF2" w:rsidRPr="00AD1509" w:rsidRDefault="002E2AF2" w:rsidP="006362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E2AF2" w:rsidRPr="00635E51" w:rsidRDefault="002E2AF2" w:rsidP="001D5A17">
      <w:pPr>
        <w:tabs>
          <w:tab w:val="left" w:pos="426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Штамп образовательной организации</w:t>
      </w:r>
    </w:p>
    <w:p w:rsidR="002E2AF2" w:rsidRPr="00635E51" w:rsidRDefault="002E2AF2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AF2" w:rsidRPr="00635E51" w:rsidRDefault="002E2AF2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AF2" w:rsidRPr="00635E51" w:rsidRDefault="002E2AF2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AF2" w:rsidRPr="00635E51" w:rsidRDefault="002E2AF2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AF2" w:rsidRPr="0063623F" w:rsidRDefault="002E2AF2" w:rsidP="001D5A17">
      <w:pPr>
        <w:tabs>
          <w:tab w:val="left" w:pos="284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35E51">
        <w:rPr>
          <w:rFonts w:ascii="Times New Roman" w:hAnsi="Times New Roman" w:cs="Times New Roman"/>
          <w:sz w:val="28"/>
          <w:szCs w:val="28"/>
        </w:rPr>
        <w:t>дата______ номер__________</w:t>
      </w:r>
      <w:r>
        <w:rPr>
          <w:rFonts w:ascii="Times New Roman" w:hAnsi="Times New Roman" w:cs="Times New Roman"/>
          <w:sz w:val="28"/>
          <w:szCs w:val="28"/>
        </w:rPr>
        <w:tab/>
        <w:t>По месту требования</w:t>
      </w:r>
    </w:p>
    <w:p w:rsidR="002E2AF2" w:rsidRDefault="002E2AF2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AF2" w:rsidRPr="0042309D" w:rsidRDefault="002E2AF2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AF2" w:rsidRPr="0042309D" w:rsidRDefault="002E2AF2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2AF2" w:rsidRPr="00F733FA" w:rsidRDefault="002E2AF2" w:rsidP="001D5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733FA">
        <w:rPr>
          <w:rFonts w:ascii="Times New Roman" w:hAnsi="Times New Roman" w:cs="Times New Roman"/>
          <w:sz w:val="32"/>
          <w:szCs w:val="32"/>
        </w:rPr>
        <w:t>С П Р А В К А</w:t>
      </w:r>
    </w:p>
    <w:p w:rsidR="002E2AF2" w:rsidRDefault="002E2AF2" w:rsidP="001D5A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E2AF2" w:rsidRDefault="002E2AF2" w:rsidP="001D5A17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E2AF2" w:rsidRDefault="002E2AF2" w:rsidP="00020F40">
      <w:pPr>
        <w:autoSpaceDE w:val="0"/>
        <w:autoSpaceDN w:val="0"/>
        <w:adjustRightInd w:val="0"/>
        <w:spacing w:before="200"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8"/>
          <w:szCs w:val="28"/>
        </w:rPr>
        <w:t>Выдана обучающемуся (обучающейся) _______________________ курса</w:t>
      </w:r>
    </w:p>
    <w:p w:rsidR="002E2AF2" w:rsidRDefault="002E2AF2" w:rsidP="00020F40">
      <w:pPr>
        <w:autoSpaceDE w:val="0"/>
        <w:autoSpaceDN w:val="0"/>
        <w:adjustRightInd w:val="0"/>
        <w:spacing w:before="20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E2AF2" w:rsidRPr="0067444D" w:rsidRDefault="002E2AF2" w:rsidP="00020F40">
      <w:pPr>
        <w:autoSpaceDE w:val="0"/>
        <w:autoSpaceDN w:val="0"/>
        <w:adjustRightInd w:val="0"/>
        <w:spacing w:after="100" w:line="240" w:lineRule="auto"/>
        <w:ind w:left="3540"/>
        <w:rPr>
          <w:rFonts w:ascii="Times New Roman" w:hAnsi="Times New Roman" w:cs="Times New Roman"/>
          <w:i/>
          <w:iCs/>
          <w:sz w:val="20"/>
          <w:szCs w:val="20"/>
        </w:rPr>
      </w:pPr>
      <w:r w:rsidRPr="0067444D">
        <w:rPr>
          <w:rFonts w:ascii="Times New Roman" w:hAnsi="Times New Roman" w:cs="Times New Roman"/>
          <w:i/>
          <w:iCs/>
          <w:sz w:val="20"/>
          <w:szCs w:val="20"/>
        </w:rPr>
        <w:t>(фамилия, имя</w:t>
      </w:r>
      <w:r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 xml:space="preserve"> отчество)</w:t>
      </w:r>
    </w:p>
    <w:p w:rsidR="002E2AF2" w:rsidRDefault="002E2AF2" w:rsidP="001D5A17">
      <w:pPr>
        <w:autoSpaceDE w:val="0"/>
        <w:autoSpaceDN w:val="0"/>
        <w:adjustRightInd w:val="0"/>
        <w:spacing w:after="2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том, что он (она) завершает </w:t>
      </w:r>
      <w:r w:rsidRPr="0063623F">
        <w:rPr>
          <w:rFonts w:ascii="Times New Roman" w:hAnsi="Times New Roman" w:cs="Times New Roman"/>
          <w:sz w:val="28"/>
          <w:szCs w:val="28"/>
        </w:rPr>
        <w:t>освоение образовательных программ среднего общего образования</w:t>
      </w:r>
      <w:r w:rsidRPr="00FA3A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текущем 20___/20___ учебном году.</w:t>
      </w:r>
    </w:p>
    <w:p w:rsidR="002E2AF2" w:rsidRDefault="002E2AF2" w:rsidP="0063623F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E2AF2" w:rsidRPr="0067444D" w:rsidRDefault="002E2AF2" w:rsidP="0067444D">
      <w:pPr>
        <w:autoSpaceDE w:val="0"/>
        <w:autoSpaceDN w:val="0"/>
        <w:adjustRightInd w:val="0"/>
        <w:spacing w:after="10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(наименование образовательной организации)</w:t>
      </w:r>
    </w:p>
    <w:p w:rsidR="002E2AF2" w:rsidRDefault="002E2AF2" w:rsidP="001D5A1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имеет государственной аккредитации образовательной деятельности по основным образовательным программам среднего общего образования.</w:t>
      </w:r>
    </w:p>
    <w:p w:rsidR="002E2AF2" w:rsidRDefault="002E2AF2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AF2" w:rsidRDefault="002E2AF2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AF2" w:rsidRDefault="002E2AF2" w:rsidP="00A522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AF2" w:rsidRPr="0067444D" w:rsidRDefault="002E2AF2" w:rsidP="001D5A1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7444D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>
        <w:rPr>
          <w:rFonts w:ascii="Times New Roman" w:hAnsi="Times New Roman" w:cs="Times New Roman"/>
          <w:sz w:val="28"/>
          <w:szCs w:val="28"/>
        </w:rPr>
        <w:br/>
      </w:r>
      <w:r w:rsidRPr="0067444D">
        <w:rPr>
          <w:rFonts w:ascii="Times New Roman" w:hAnsi="Times New Roman" w:cs="Times New Roman"/>
          <w:sz w:val="28"/>
          <w:szCs w:val="28"/>
        </w:rPr>
        <w:t>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67444D">
        <w:rPr>
          <w:rFonts w:ascii="Times New Roman" w:hAnsi="Times New Roman" w:cs="Times New Roman"/>
          <w:sz w:val="28"/>
          <w:szCs w:val="28"/>
        </w:rPr>
        <w:t>_______________ /__________________/</w:t>
      </w:r>
    </w:p>
    <w:p w:rsidR="002E2AF2" w:rsidRDefault="002E2AF2" w:rsidP="001D5A17">
      <w:pPr>
        <w:spacing w:after="0" w:line="240" w:lineRule="auto"/>
        <w:ind w:left="3538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7444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0"/>
          <w:szCs w:val="20"/>
        </w:rPr>
        <w:t>(подпись)</w:t>
      </w:r>
      <w:r>
        <w:rPr>
          <w:rFonts w:ascii="Times New Roman" w:hAnsi="Times New Roman" w:cs="Times New Roman"/>
          <w:i/>
          <w:iCs/>
          <w:sz w:val="20"/>
          <w:szCs w:val="20"/>
        </w:rPr>
        <w:tab/>
        <w:t xml:space="preserve">         (р</w:t>
      </w:r>
      <w:r w:rsidRPr="0067444D">
        <w:rPr>
          <w:rFonts w:ascii="Times New Roman" w:hAnsi="Times New Roman" w:cs="Times New Roman"/>
          <w:i/>
          <w:iCs/>
          <w:sz w:val="20"/>
          <w:szCs w:val="20"/>
        </w:rPr>
        <w:t>асшифровка подписи</w:t>
      </w:r>
      <w:r>
        <w:rPr>
          <w:rFonts w:ascii="Times New Roman" w:hAnsi="Times New Roman" w:cs="Times New Roman"/>
          <w:i/>
          <w:iCs/>
          <w:sz w:val="20"/>
          <w:szCs w:val="20"/>
        </w:rPr>
        <w:t>)</w:t>
      </w:r>
    </w:p>
    <w:p w:rsidR="002E2AF2" w:rsidRDefault="002E2AF2" w:rsidP="001D5A17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:rsidR="002E2AF2" w:rsidRDefault="002E2AF2" w:rsidP="001D5A17">
      <w:pPr>
        <w:spacing w:after="0"/>
      </w:pPr>
    </w:p>
    <w:sectPr w:rsidR="002E2AF2" w:rsidSect="004807CC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AF2" w:rsidRDefault="002E2AF2" w:rsidP="00C8329A">
      <w:pPr>
        <w:spacing w:after="0" w:line="240" w:lineRule="auto"/>
      </w:pPr>
      <w:r>
        <w:separator/>
      </w:r>
    </w:p>
  </w:endnote>
  <w:endnote w:type="continuationSeparator" w:id="1">
    <w:p w:rsidR="002E2AF2" w:rsidRDefault="002E2AF2" w:rsidP="00C83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AF2" w:rsidRDefault="002E2AF2" w:rsidP="00C8329A">
      <w:pPr>
        <w:spacing w:after="0" w:line="240" w:lineRule="auto"/>
      </w:pPr>
      <w:r>
        <w:separator/>
      </w:r>
    </w:p>
  </w:footnote>
  <w:footnote w:type="continuationSeparator" w:id="1">
    <w:p w:rsidR="002E2AF2" w:rsidRDefault="002E2AF2" w:rsidP="00C832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480"/>
    <w:rsid w:val="00020F40"/>
    <w:rsid w:val="00070BE1"/>
    <w:rsid w:val="00075024"/>
    <w:rsid w:val="000A311B"/>
    <w:rsid w:val="000D2354"/>
    <w:rsid w:val="00107262"/>
    <w:rsid w:val="0011411D"/>
    <w:rsid w:val="001D5A17"/>
    <w:rsid w:val="001E4786"/>
    <w:rsid w:val="00243ECE"/>
    <w:rsid w:val="002C2C02"/>
    <w:rsid w:val="002E2AF2"/>
    <w:rsid w:val="00301079"/>
    <w:rsid w:val="003357CC"/>
    <w:rsid w:val="003B1E09"/>
    <w:rsid w:val="003B38C0"/>
    <w:rsid w:val="003C5605"/>
    <w:rsid w:val="003F4487"/>
    <w:rsid w:val="0042309D"/>
    <w:rsid w:val="004807CC"/>
    <w:rsid w:val="004C3883"/>
    <w:rsid w:val="00536D29"/>
    <w:rsid w:val="00593A79"/>
    <w:rsid w:val="005A4949"/>
    <w:rsid w:val="005B13BC"/>
    <w:rsid w:val="006223D6"/>
    <w:rsid w:val="00635E51"/>
    <w:rsid w:val="0063623F"/>
    <w:rsid w:val="00642200"/>
    <w:rsid w:val="0067444D"/>
    <w:rsid w:val="00697F60"/>
    <w:rsid w:val="006D6526"/>
    <w:rsid w:val="00746503"/>
    <w:rsid w:val="00753463"/>
    <w:rsid w:val="00765FA4"/>
    <w:rsid w:val="00790057"/>
    <w:rsid w:val="007E7FAF"/>
    <w:rsid w:val="008358F7"/>
    <w:rsid w:val="0084408C"/>
    <w:rsid w:val="008475E2"/>
    <w:rsid w:val="0096615D"/>
    <w:rsid w:val="00986480"/>
    <w:rsid w:val="009A7F82"/>
    <w:rsid w:val="009C0CA9"/>
    <w:rsid w:val="009E7A7A"/>
    <w:rsid w:val="00A007F6"/>
    <w:rsid w:val="00A00C0B"/>
    <w:rsid w:val="00A4348F"/>
    <w:rsid w:val="00A5229B"/>
    <w:rsid w:val="00A60B8F"/>
    <w:rsid w:val="00AA66F0"/>
    <w:rsid w:val="00AC09DE"/>
    <w:rsid w:val="00AD1509"/>
    <w:rsid w:val="00AF241C"/>
    <w:rsid w:val="00B05DC8"/>
    <w:rsid w:val="00B646F5"/>
    <w:rsid w:val="00C12E71"/>
    <w:rsid w:val="00C42B0F"/>
    <w:rsid w:val="00C57415"/>
    <w:rsid w:val="00C72480"/>
    <w:rsid w:val="00C8329A"/>
    <w:rsid w:val="00CA048C"/>
    <w:rsid w:val="00CE195A"/>
    <w:rsid w:val="00D40E93"/>
    <w:rsid w:val="00D52DE7"/>
    <w:rsid w:val="00D6609F"/>
    <w:rsid w:val="00DB26DE"/>
    <w:rsid w:val="00E471AE"/>
    <w:rsid w:val="00E861EF"/>
    <w:rsid w:val="00EE64D9"/>
    <w:rsid w:val="00F0412A"/>
    <w:rsid w:val="00F10929"/>
    <w:rsid w:val="00F5533E"/>
    <w:rsid w:val="00F56220"/>
    <w:rsid w:val="00F57FAA"/>
    <w:rsid w:val="00F63CDD"/>
    <w:rsid w:val="00F733FA"/>
    <w:rsid w:val="00F81059"/>
    <w:rsid w:val="00FA3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9DE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1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13B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8329A"/>
  </w:style>
  <w:style w:type="paragraph" w:styleId="Footer">
    <w:name w:val="footer"/>
    <w:basedOn w:val="Normal"/>
    <w:link w:val="FooterChar"/>
    <w:uiPriority w:val="99"/>
    <w:rsid w:val="00C83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8329A"/>
  </w:style>
  <w:style w:type="paragraph" w:customStyle="1" w:styleId="TimesNewRoman">
    <w:name w:val="Обычный + Times New Roman"/>
    <w:aliases w:val="14 пт"/>
    <w:basedOn w:val="Normal"/>
    <w:uiPriority w:val="99"/>
    <w:rsid w:val="00F57FAA"/>
    <w:pPr>
      <w:tabs>
        <w:tab w:val="left" w:pos="8055"/>
      </w:tabs>
      <w:spacing w:after="0" w:line="240" w:lineRule="auto"/>
      <w:jc w:val="right"/>
    </w:pPr>
    <w:rPr>
      <w:sz w:val="28"/>
      <w:szCs w:val="28"/>
    </w:rPr>
  </w:style>
  <w:style w:type="paragraph" w:customStyle="1" w:styleId="a">
    <w:name w:val="Приложение"/>
    <w:basedOn w:val="Normal"/>
    <w:link w:val="a0"/>
    <w:uiPriority w:val="99"/>
    <w:rsid w:val="00A00C0B"/>
    <w:pPr>
      <w:spacing w:after="0" w:line="240" w:lineRule="auto"/>
      <w:jc w:val="right"/>
    </w:pPr>
    <w:rPr>
      <w:rFonts w:eastAsia="Times New Roman"/>
      <w:sz w:val="24"/>
      <w:szCs w:val="24"/>
      <w:lang w:eastAsia="ru-RU"/>
    </w:rPr>
  </w:style>
  <w:style w:type="character" w:customStyle="1" w:styleId="a0">
    <w:name w:val="Приложение Знак"/>
    <w:link w:val="a"/>
    <w:uiPriority w:val="99"/>
    <w:locked/>
    <w:rsid w:val="00A00C0B"/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45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117</Words>
  <Characters>668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ASG</dc:creator>
  <cp:keywords/>
  <dc:description/>
  <cp:lastModifiedBy>Пользователь</cp:lastModifiedBy>
  <cp:revision>24</cp:revision>
  <cp:lastPrinted>2024-10-31T13:17:00Z</cp:lastPrinted>
  <dcterms:created xsi:type="dcterms:W3CDTF">2017-10-24T08:17:00Z</dcterms:created>
  <dcterms:modified xsi:type="dcterms:W3CDTF">2024-11-27T13:18:00Z</dcterms:modified>
</cp:coreProperties>
</file>